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EB3D5B" w:rsidP="00A40038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ekologický audit areál čsad</w:t>
            </w:r>
            <w:r w:rsidR="00481807">
              <w:rPr>
                <w:b/>
                <w:bCs/>
                <w:caps/>
                <w:color w:val="FF0000"/>
                <w:sz w:val="24"/>
              </w:rPr>
              <w:t xml:space="preserve">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57170" w:rsidP="000C5AE1">
            <w:pPr>
              <w:rPr>
                <w:szCs w:val="20"/>
              </w:rPr>
            </w:pPr>
            <w:r>
              <w:t>Ing. Miroslav Polášek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F6E71" w:rsidP="00EB3D5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EB3D5B">
              <w:rPr>
                <w:szCs w:val="20"/>
              </w:rPr>
              <w:t>Petr Vozár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EB3D5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</w:t>
            </w:r>
            <w:r w:rsidR="00EB3D5B">
              <w:rPr>
                <w:szCs w:val="20"/>
              </w:rPr>
              <w:t>60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EB3D5B" w:rsidP="00EB3D5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etr.vozar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4B10F4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B10F4">
              <w:rPr>
                <w:highlight w:val="yellow"/>
              </w:rPr>
              <w:instrText xml:space="preserve"> FORMTEXT </w:instrText>
            </w:r>
            <w:r w:rsidRPr="004B10F4">
              <w:rPr>
                <w:highlight w:val="yellow"/>
              </w:rPr>
            </w:r>
            <w:r w:rsidRPr="004B10F4">
              <w:rPr>
                <w:highlight w:val="yellow"/>
              </w:rPr>
              <w:fldChar w:fldCharType="separate"/>
            </w:r>
            <w:r w:rsidRPr="004B10F4">
              <w:rPr>
                <w:noProof/>
                <w:highlight w:val="yellow"/>
              </w:rPr>
              <w:t>..........................</w:t>
            </w:r>
            <w:r w:rsidRPr="004B10F4">
              <w:rPr>
                <w:highlight w:val="yellow"/>
              </w:rPr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02D72"/>
    <w:rsid w:val="00016E4E"/>
    <w:rsid w:val="00017182"/>
    <w:rsid w:val="00025AE0"/>
    <w:rsid w:val="00051F86"/>
    <w:rsid w:val="00057170"/>
    <w:rsid w:val="000700B9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C77F6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02FCA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1807"/>
    <w:rsid w:val="00482021"/>
    <w:rsid w:val="00482646"/>
    <w:rsid w:val="00485AFF"/>
    <w:rsid w:val="004966F6"/>
    <w:rsid w:val="004B10F4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85C95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2681F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0339B"/>
    <w:rsid w:val="00917D17"/>
    <w:rsid w:val="00921453"/>
    <w:rsid w:val="009233FB"/>
    <w:rsid w:val="00933528"/>
    <w:rsid w:val="00934290"/>
    <w:rsid w:val="00950E9E"/>
    <w:rsid w:val="00951D0D"/>
    <w:rsid w:val="00962892"/>
    <w:rsid w:val="00980304"/>
    <w:rsid w:val="009A7AA8"/>
    <w:rsid w:val="009B2A38"/>
    <w:rsid w:val="009D23C8"/>
    <w:rsid w:val="009D3BB7"/>
    <w:rsid w:val="009E2520"/>
    <w:rsid w:val="009F2C35"/>
    <w:rsid w:val="00A15E7A"/>
    <w:rsid w:val="00A17429"/>
    <w:rsid w:val="00A24AC9"/>
    <w:rsid w:val="00A40038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71"/>
    <w:rsid w:val="00BF6EF4"/>
    <w:rsid w:val="00C009C1"/>
    <w:rsid w:val="00C24502"/>
    <w:rsid w:val="00C46CEE"/>
    <w:rsid w:val="00C807F7"/>
    <w:rsid w:val="00CA5F33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B3D5B"/>
    <w:rsid w:val="00EB5874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CE1B4-45E9-4C40-AD72-4FD3E2F0D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6C0137D7.dotm</Template>
  <TotalTime>4</TotalTime>
  <Pages>1</Pages>
  <Words>142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8</cp:revision>
  <cp:lastPrinted>2019-01-10T08:12:00Z</cp:lastPrinted>
  <dcterms:created xsi:type="dcterms:W3CDTF">2024-11-18T07:13:00Z</dcterms:created>
  <dcterms:modified xsi:type="dcterms:W3CDTF">2025-12-17T09:20:00Z</dcterms:modified>
</cp:coreProperties>
</file>